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07" w:rsidRPr="00A36D2A" w:rsidRDefault="00227C07" w:rsidP="00227C07">
      <w:pPr>
        <w:jc w:val="center"/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</w:pPr>
      <w:bookmarkStart w:id="0" w:name="_GoBack"/>
      <w:bookmarkEnd w:id="0"/>
      <w:r w:rsidRPr="00A36D2A">
        <w:rPr>
          <w:b/>
          <w:color w:val="000000" w:themeColor="text1"/>
          <w:spacing w:val="60"/>
          <w:sz w:val="36"/>
          <w:szCs w:val="3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w:t xml:space="preserve">BLACK </w:t>
      </w:r>
    </w:p>
    <w:p w:rsidR="00227C07" w:rsidRPr="00542820" w:rsidRDefault="00227C07" w:rsidP="00227C07">
      <w:pPr>
        <w:jc w:val="center"/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Black is like walking through a dark deadly forest.</w:t>
      </w:r>
    </w:p>
    <w:p w:rsidR="00227C07" w:rsidRPr="00542820" w:rsidRDefault="00227C07" w:rsidP="00227C07">
      <w:pPr>
        <w:jc w:val="center"/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Black is like watching the all black’s losing</w:t>
      </w:r>
      <w:r w:rsidR="00A36D2A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the rugby wor</w:t>
      </w:r>
      <w:r w:rsidR="00AF260B"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ld cup 2011.</w:t>
      </w:r>
    </w:p>
    <w:p w:rsidR="00AF260B" w:rsidRPr="00542820" w:rsidRDefault="00AF260B" w:rsidP="00227C07">
      <w:pPr>
        <w:jc w:val="center"/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Black feels like on a hunted night feeling shocked with nervous.</w:t>
      </w:r>
    </w:p>
    <w:p w:rsidR="00AF260B" w:rsidRPr="00542820" w:rsidRDefault="00AF260B" w:rsidP="00227C07">
      <w:pPr>
        <w:jc w:val="center"/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Black is like on a night scary thunder storm.</w:t>
      </w:r>
    </w:p>
    <w:p w:rsidR="00542820" w:rsidRPr="00542820" w:rsidRDefault="00542820" w:rsidP="00227C07">
      <w:pPr>
        <w:jc w:val="center"/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Is black slim running down your </w:t>
      </w:r>
      <w:proofErr w:type="gramStart"/>
      <w:r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leg.</w:t>
      </w:r>
      <w:proofErr w:type="gramEnd"/>
    </w:p>
    <w:p w:rsidR="00542820" w:rsidRPr="00542820" w:rsidRDefault="00542820" w:rsidP="00227C07">
      <w:pPr>
        <w:jc w:val="center"/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Is a massive hole in the ground to the sinter of the </w:t>
      </w:r>
      <w:proofErr w:type="gramStart"/>
      <w:r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earth.</w:t>
      </w:r>
      <w:proofErr w:type="gramEnd"/>
    </w:p>
    <w:p w:rsidR="00FE3DC4" w:rsidRPr="00A36D2A" w:rsidRDefault="00A36D2A" w:rsidP="00A36D2A">
      <w:pPr>
        <w:jc w:val="center"/>
        <w:rPr>
          <w:color w:val="000000" w:themeColor="text1"/>
          <w:sz w:val="24"/>
        </w:rPr>
      </w:pPr>
      <w:r w:rsidRPr="00A36D2A"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7B3D6658" wp14:editId="7D8C425D">
            <wp:simplePos x="0" y="0"/>
            <wp:positionH relativeFrom="column">
              <wp:posOffset>1443355</wp:posOffset>
            </wp:positionH>
            <wp:positionV relativeFrom="paragraph">
              <wp:posOffset>697865</wp:posOffset>
            </wp:positionV>
            <wp:extent cx="855980" cy="1148080"/>
            <wp:effectExtent l="0" t="0" r="127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D2A"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 wp14:anchorId="659AD3B8" wp14:editId="7FB91A93">
            <wp:simplePos x="0" y="0"/>
            <wp:positionH relativeFrom="column">
              <wp:posOffset>2970530</wp:posOffset>
            </wp:positionH>
            <wp:positionV relativeFrom="paragraph">
              <wp:posOffset>746125</wp:posOffset>
            </wp:positionV>
            <wp:extent cx="1453515" cy="967740"/>
            <wp:effectExtent l="0" t="0" r="0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820"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Black is like a black guitar strumming a magnificent</w:t>
      </w:r>
      <w:r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sound.</w:t>
      </w:r>
      <w:r w:rsidR="00542820" w:rsidRPr="00542820">
        <w:rPr>
          <w:b/>
          <w:color w:val="000000" w:themeColor="text1"/>
          <w:spacing w:val="60"/>
          <w:sz w:val="2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sectPr w:rsidR="00FE3DC4" w:rsidRPr="00A36D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07"/>
    <w:rsid w:val="00227C07"/>
    <w:rsid w:val="002710C5"/>
    <w:rsid w:val="00542820"/>
    <w:rsid w:val="006A29A5"/>
    <w:rsid w:val="00A2560C"/>
    <w:rsid w:val="00A36D2A"/>
    <w:rsid w:val="00AF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4E09DEFA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2011-04-06T01:23:00Z</dcterms:created>
  <dcterms:modified xsi:type="dcterms:W3CDTF">2011-04-06T01:23:00Z</dcterms:modified>
</cp:coreProperties>
</file>